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7694E630-4102-4B26-B6B5-BBD9CC40DE99}"/>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